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4C2BBA" w14:textId="181C2687" w:rsidR="00AD2822" w:rsidRPr="00AD2822" w:rsidRDefault="00234C98" w:rsidP="00AD2822">
      <w:pPr>
        <w:pBdr>
          <w:top w:val="single" w:sz="4" w:space="8" w:color="auto"/>
          <w:left w:val="single" w:sz="4" w:space="16" w:color="auto"/>
          <w:bottom w:val="single" w:sz="4" w:space="8" w:color="auto"/>
          <w:right w:val="single" w:sz="4" w:space="16" w:color="auto"/>
        </w:pBd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Istituti di Istruzione</w:t>
      </w:r>
      <w:r w:rsidR="001576B9">
        <w:rPr>
          <w:rFonts w:ascii="Calibri" w:hAnsi="Calibri"/>
          <w:sz w:val="20"/>
          <w:szCs w:val="20"/>
        </w:rPr>
        <w:t xml:space="preserve"> Secondarie di  1°</w:t>
      </w:r>
      <w:r w:rsidR="00AD2822" w:rsidRPr="00AD2822">
        <w:rPr>
          <w:rFonts w:ascii="Calibri" w:hAnsi="Calibri"/>
          <w:sz w:val="20"/>
          <w:szCs w:val="20"/>
        </w:rPr>
        <w:t xml:space="preserve"> Grado   -   Modulo Iscrizione alunni con disabilità</w:t>
      </w:r>
    </w:p>
    <w:p w14:paraId="34DFD6B3" w14:textId="77777777" w:rsidR="001576B9" w:rsidRPr="00AB15F7" w:rsidRDefault="001576B9" w:rsidP="001576B9">
      <w:pPr>
        <w:pBdr>
          <w:top w:val="single" w:sz="4" w:space="8" w:color="auto"/>
          <w:left w:val="single" w:sz="4" w:space="16" w:color="auto"/>
          <w:bottom w:val="single" w:sz="4" w:space="8" w:color="auto"/>
          <w:right w:val="single" w:sz="4" w:space="16" w:color="auto"/>
        </w:pBdr>
        <w:jc w:val="center"/>
        <w:rPr>
          <w:rFonts w:ascii="Calibri" w:hAnsi="Calibri"/>
          <w:b/>
        </w:rPr>
      </w:pPr>
      <w:bookmarkStart w:id="0" w:name="_GoBack"/>
      <w:bookmarkEnd w:id="0"/>
      <w:r w:rsidRPr="00AB15F7">
        <w:rPr>
          <w:rFonts w:ascii="Calibri" w:hAnsi="Calibri"/>
          <w:b/>
        </w:rPr>
        <w:t xml:space="preserve">Manifestazione Regionale di Atletica Leggera </w:t>
      </w:r>
    </w:p>
    <w:p w14:paraId="0A3C53CB" w14:textId="1BA16D59" w:rsidR="001576B9" w:rsidRPr="00AD2822" w:rsidRDefault="001576B9" w:rsidP="001576B9">
      <w:pPr>
        <w:pBdr>
          <w:top w:val="single" w:sz="4" w:space="8" w:color="auto"/>
          <w:left w:val="single" w:sz="4" w:space="16" w:color="auto"/>
          <w:bottom w:val="single" w:sz="4" w:space="8" w:color="auto"/>
          <w:right w:val="single" w:sz="4" w:space="16" w:color="auto"/>
        </w:pBdr>
        <w:jc w:val="center"/>
        <w:rPr>
          <w:rFonts w:ascii="Calibri" w:hAnsi="Calibri"/>
          <w:sz w:val="20"/>
          <w:szCs w:val="20"/>
        </w:rPr>
      </w:pPr>
      <w:r w:rsidRPr="00AB15F7">
        <w:rPr>
          <w:rFonts w:ascii="Calibri" w:hAnsi="Calibri" w:cs="Calibri"/>
          <w:b/>
          <w:bCs/>
        </w:rPr>
        <w:t xml:space="preserve">Cesenatico (FC)- Stadio Comunale “Moretti” (Via Sozzi 2 </w:t>
      </w:r>
      <w:r w:rsidRPr="00083B77">
        <w:rPr>
          <w:rFonts w:ascii="Calibri" w:hAnsi="Calibri" w:cs="Calibri"/>
          <w:b/>
          <w:bCs/>
        </w:rPr>
        <w:t xml:space="preserve">) – </w:t>
      </w:r>
      <w:r>
        <w:rPr>
          <w:rFonts w:ascii="Calibri" w:hAnsi="Calibri" w:cs="Calibri"/>
          <w:b/>
          <w:bCs/>
        </w:rPr>
        <w:t>giovedì 12</w:t>
      </w:r>
      <w:r w:rsidRPr="00083B77">
        <w:rPr>
          <w:rFonts w:ascii="Calibri" w:hAnsi="Calibri" w:cs="Calibri"/>
          <w:b/>
          <w:bCs/>
        </w:rPr>
        <w:t xml:space="preserve"> maggio 201</w:t>
      </w:r>
      <w:r>
        <w:rPr>
          <w:rFonts w:ascii="Calibri" w:hAnsi="Calibri" w:cs="Calibri"/>
          <w:b/>
          <w:bCs/>
        </w:rPr>
        <w:t>6</w:t>
      </w:r>
      <w:r w:rsidRPr="00AD2822">
        <w:rPr>
          <w:rFonts w:ascii="Calibri" w:hAnsi="Calibri"/>
          <w:sz w:val="20"/>
          <w:szCs w:val="20"/>
        </w:rPr>
        <w:t xml:space="preserve">  </w:t>
      </w:r>
    </w:p>
    <w:p w14:paraId="53BA560E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</w:p>
    <w:tbl>
      <w:tblPr>
        <w:tblW w:w="1043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980"/>
        <w:gridCol w:w="2337"/>
      </w:tblGrid>
      <w:tr w:rsidR="00234C98" w:rsidRPr="00AD2822" w14:paraId="0B44683B" w14:textId="77777777" w:rsidTr="007D474B">
        <w:trPr>
          <w:cantSplit/>
          <w:trHeight w:val="990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60A64" w14:textId="21C495E8" w:rsidR="00234C98" w:rsidRPr="00C93B79" w:rsidRDefault="00234C98" w:rsidP="00234C98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C93B79">
              <w:rPr>
                <w:rFonts w:ascii="Calibri" w:hAnsi="Calibri"/>
                <w:sz w:val="18"/>
                <w:szCs w:val="18"/>
              </w:rPr>
              <w:t>Istituto Scolastico, Comune, Provincia</w:t>
            </w:r>
          </w:p>
        </w:tc>
        <w:tc>
          <w:tcPr>
            <w:tcW w:w="7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70AD" w14:textId="77777777" w:rsidR="00234C98" w:rsidRPr="00234C98" w:rsidRDefault="00234C98" w:rsidP="00234C98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7D474B" w:rsidRPr="00AD2822" w14:paraId="10BEB04C" w14:textId="77777777" w:rsidTr="007D474B">
        <w:trPr>
          <w:cantSplit/>
          <w:trHeight w:val="990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A28DB" w14:textId="77777777" w:rsidR="00C93B79" w:rsidRPr="00C93B79" w:rsidRDefault="00C93B79" w:rsidP="00C93B79">
            <w:pPr>
              <w:rPr>
                <w:rFonts w:ascii="Calibri" w:hAnsi="Calibri"/>
                <w:sz w:val="18"/>
                <w:szCs w:val="18"/>
              </w:rPr>
            </w:pPr>
            <w:r w:rsidRPr="00C93B79">
              <w:rPr>
                <w:rFonts w:ascii="Calibri" w:hAnsi="Calibri"/>
                <w:sz w:val="18"/>
                <w:szCs w:val="18"/>
              </w:rPr>
              <w:t xml:space="preserve">Docente accompagnatore: Prof./Prof.sa 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0492" w14:textId="77777777" w:rsidR="00C93B79" w:rsidRPr="00234C98" w:rsidRDefault="00C93B79" w:rsidP="00C93B7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128D" w14:textId="566B0BFB" w:rsidR="00C93B79" w:rsidRPr="007D474B" w:rsidRDefault="007D474B" w:rsidP="007D474B">
            <w:pPr>
              <w:rPr>
                <w:rFonts w:ascii="Calibri" w:hAnsi="Calibri"/>
              </w:rPr>
            </w:pPr>
            <w:r w:rsidRPr="007D474B">
              <w:rPr>
                <w:rFonts w:ascii="Calibri" w:hAnsi="Calibri"/>
              </w:rPr>
              <w:t>C</w:t>
            </w:r>
            <w:r w:rsidR="00C93B79" w:rsidRPr="007D474B">
              <w:rPr>
                <w:rFonts w:ascii="Calibri" w:hAnsi="Calibri"/>
              </w:rPr>
              <w:t>ell</w:t>
            </w:r>
            <w:r w:rsidRPr="007D474B">
              <w:rPr>
                <w:rFonts w:ascii="Calibri" w:hAnsi="Calibri"/>
              </w:rPr>
              <w:t xml:space="preserve"> </w:t>
            </w:r>
          </w:p>
        </w:tc>
      </w:tr>
    </w:tbl>
    <w:p w14:paraId="585CDBAF" w14:textId="77777777" w:rsidR="00234C98" w:rsidRPr="00AD2822" w:rsidRDefault="00234C98" w:rsidP="00AD2822">
      <w:pPr>
        <w:rPr>
          <w:rFonts w:ascii="Calibri" w:hAnsi="Calibri"/>
          <w:sz w:val="20"/>
          <w:szCs w:val="20"/>
        </w:rPr>
      </w:pPr>
    </w:p>
    <w:tbl>
      <w:tblPr>
        <w:tblpPr w:leftFromText="141" w:rightFromText="141" w:vertAnchor="text" w:horzAnchor="page" w:tblpX="5847" w:tblpY="-74"/>
        <w:tblW w:w="51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8"/>
        <w:gridCol w:w="601"/>
        <w:gridCol w:w="625"/>
        <w:gridCol w:w="603"/>
        <w:gridCol w:w="602"/>
        <w:gridCol w:w="587"/>
        <w:gridCol w:w="591"/>
      </w:tblGrid>
      <w:tr w:rsidR="00D97DC4" w:rsidRPr="00AD2822" w14:paraId="50E73797" w14:textId="77777777" w:rsidTr="00D97DC4">
        <w:trPr>
          <w:trHeight w:val="312"/>
        </w:trPr>
        <w:tc>
          <w:tcPr>
            <w:tcW w:w="155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E5C52" w14:textId="77777777" w:rsidR="00D97DC4" w:rsidRPr="00AD2822" w:rsidRDefault="00D97DC4" w:rsidP="00D97D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941F" w14:textId="77777777" w:rsidR="00D97DC4" w:rsidRPr="00AD2822" w:rsidRDefault="00D97DC4" w:rsidP="00D97D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D2822">
              <w:rPr>
                <w:rFonts w:ascii="Calibri" w:hAnsi="Calibri" w:cs="Arial"/>
                <w:sz w:val="20"/>
                <w:szCs w:val="20"/>
              </w:rPr>
              <w:t xml:space="preserve">DIR 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487B" w14:textId="58E1CF7D" w:rsidR="00D97DC4" w:rsidRPr="00AD2822" w:rsidRDefault="00D97DC4" w:rsidP="00CD110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D</w:t>
            </w:r>
            <w:r w:rsidR="00CD1108">
              <w:rPr>
                <w:rFonts w:ascii="Calibri" w:hAnsi="Calibri" w:cs="Arial"/>
                <w:sz w:val="20"/>
                <w:szCs w:val="20"/>
              </w:rPr>
              <w:t>IR</w:t>
            </w:r>
            <w:r>
              <w:rPr>
                <w:rFonts w:ascii="Calibri" w:hAnsi="Calibri" w:cs="Arial"/>
                <w:sz w:val="20"/>
                <w:szCs w:val="20"/>
              </w:rPr>
              <w:t>21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5D67" w14:textId="6C03DE97" w:rsidR="00D97DC4" w:rsidRPr="00AD2822" w:rsidRDefault="00D97DC4" w:rsidP="00D97D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D2822">
              <w:rPr>
                <w:rFonts w:ascii="Calibri" w:hAnsi="Calibri" w:cs="Arial"/>
                <w:sz w:val="20"/>
                <w:szCs w:val="20"/>
              </w:rPr>
              <w:t>HFD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00DF" w14:textId="77777777" w:rsidR="00D97DC4" w:rsidRPr="00AD2822" w:rsidRDefault="00D97DC4" w:rsidP="00D97D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D2822">
              <w:rPr>
                <w:rFonts w:ascii="Calibri" w:hAnsi="Calibri" w:cs="Arial"/>
                <w:sz w:val="20"/>
                <w:szCs w:val="20"/>
              </w:rPr>
              <w:t>HFC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5DA7" w14:textId="77777777" w:rsidR="00D97DC4" w:rsidRPr="00AD2822" w:rsidRDefault="00D97DC4" w:rsidP="00D97D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D2822">
              <w:rPr>
                <w:rFonts w:ascii="Calibri" w:hAnsi="Calibri" w:cs="Arial"/>
                <w:sz w:val="20"/>
                <w:szCs w:val="20"/>
              </w:rPr>
              <w:t>HS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A636" w14:textId="77777777" w:rsidR="00D97DC4" w:rsidRPr="00AD2822" w:rsidRDefault="00D97DC4" w:rsidP="00D97D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D2822">
              <w:rPr>
                <w:rFonts w:ascii="Calibri" w:hAnsi="Calibri" w:cs="Arial"/>
                <w:sz w:val="20"/>
                <w:szCs w:val="20"/>
              </w:rPr>
              <w:t>NV</w:t>
            </w:r>
          </w:p>
        </w:tc>
      </w:tr>
      <w:tr w:rsidR="00D97DC4" w:rsidRPr="00AD2822" w14:paraId="0ADBE049" w14:textId="77777777" w:rsidTr="00D97DC4">
        <w:trPr>
          <w:trHeight w:val="31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C6AC1" w14:textId="77777777" w:rsidR="00D97DC4" w:rsidRPr="00AD2822" w:rsidRDefault="00D97DC4" w:rsidP="00D97DC4">
            <w:pPr>
              <w:rPr>
                <w:rFonts w:ascii="Calibri" w:hAnsi="Calibri"/>
                <w:sz w:val="20"/>
                <w:szCs w:val="20"/>
              </w:rPr>
            </w:pPr>
            <w:r w:rsidRPr="00AD2822">
              <w:rPr>
                <w:rFonts w:ascii="Calibri" w:hAnsi="Calibri"/>
                <w:sz w:val="20"/>
                <w:szCs w:val="20"/>
              </w:rPr>
              <w:t>N° Maschi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85237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0664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FB99" w14:textId="0D0C79D1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DA8D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0F04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E459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97DC4" w:rsidRPr="00AD2822" w14:paraId="563DDB0D" w14:textId="77777777" w:rsidTr="00D97DC4">
        <w:trPr>
          <w:trHeight w:val="31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7FB9B" w14:textId="77777777" w:rsidR="00D97DC4" w:rsidRPr="00AD2822" w:rsidRDefault="00D97DC4" w:rsidP="00D97DC4">
            <w:pPr>
              <w:rPr>
                <w:rFonts w:ascii="Calibri" w:hAnsi="Calibri"/>
                <w:sz w:val="20"/>
                <w:szCs w:val="20"/>
              </w:rPr>
            </w:pPr>
            <w:r w:rsidRPr="00AD2822">
              <w:rPr>
                <w:rFonts w:ascii="Calibri" w:hAnsi="Calibri"/>
                <w:sz w:val="20"/>
                <w:szCs w:val="20"/>
              </w:rPr>
              <w:t>N° Femmine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C2DCA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6140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9F56" w14:textId="3FC3FE66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70F2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D16E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1072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1E09624F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</w:p>
    <w:p w14:paraId="690D2958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</w:p>
    <w:p w14:paraId="38F7FB19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  <w:r w:rsidRPr="00AD2822">
        <w:rPr>
          <w:rFonts w:ascii="Calibri" w:hAnsi="Calibri"/>
          <w:sz w:val="20"/>
          <w:szCs w:val="20"/>
        </w:rPr>
        <w:t xml:space="preserve">     </w:t>
      </w:r>
    </w:p>
    <w:p w14:paraId="785AB678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9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6"/>
        <w:gridCol w:w="1320"/>
        <w:gridCol w:w="1023"/>
        <w:gridCol w:w="4034"/>
      </w:tblGrid>
      <w:tr w:rsidR="00AD2822" w:rsidRPr="00AD2822" w14:paraId="11333F9C" w14:textId="77777777" w:rsidTr="00AD2822">
        <w:trPr>
          <w:trHeight w:val="326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6FEE5" w14:textId="77777777" w:rsidR="00AD2822" w:rsidRPr="00AD2822" w:rsidRDefault="00AD2822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D2822">
              <w:rPr>
                <w:rFonts w:ascii="Calibri" w:hAnsi="Calibri"/>
                <w:bCs/>
                <w:sz w:val="20"/>
                <w:szCs w:val="20"/>
              </w:rPr>
              <w:t>Cognome e Nome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D8735" w14:textId="77777777" w:rsidR="00AD2822" w:rsidRPr="00AD2822" w:rsidRDefault="00AD2822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D2822">
              <w:rPr>
                <w:rFonts w:ascii="Calibri" w:hAnsi="Calibri"/>
                <w:bCs/>
                <w:sz w:val="20"/>
                <w:szCs w:val="20"/>
              </w:rPr>
              <w:t>Data di</w:t>
            </w:r>
          </w:p>
          <w:p w14:paraId="6F78EB4C" w14:textId="77777777" w:rsidR="00AD2822" w:rsidRPr="00AD2822" w:rsidRDefault="00AD2822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D2822">
              <w:rPr>
                <w:rFonts w:ascii="Calibri" w:hAnsi="Calibri"/>
                <w:bCs/>
                <w:sz w:val="20"/>
                <w:szCs w:val="20"/>
              </w:rPr>
              <w:t>nascita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7A3CB" w14:textId="77777777" w:rsidR="00AD2822" w:rsidRPr="00AD2822" w:rsidRDefault="00AD2822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D2822">
              <w:rPr>
                <w:rFonts w:ascii="Calibri" w:hAnsi="Calibri"/>
                <w:bCs/>
                <w:sz w:val="20"/>
                <w:szCs w:val="20"/>
              </w:rPr>
              <w:t>Categoria</w:t>
            </w:r>
          </w:p>
          <w:p w14:paraId="2D836CDA" w14:textId="77777777" w:rsidR="00AD2822" w:rsidRPr="00AD2822" w:rsidRDefault="00AD2822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D2822">
              <w:rPr>
                <w:rFonts w:ascii="Calibri" w:hAnsi="Calibri"/>
                <w:bCs/>
                <w:sz w:val="20"/>
                <w:szCs w:val="20"/>
              </w:rPr>
              <w:t>disabilità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B353" w14:textId="1273948E" w:rsidR="00AD2822" w:rsidRPr="00AD2822" w:rsidRDefault="00D97DC4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SPECIALITA’  /  </w:t>
            </w:r>
            <w:r w:rsidR="00AD2822" w:rsidRPr="00AD2822">
              <w:rPr>
                <w:rFonts w:ascii="Calibri" w:hAnsi="Calibri"/>
                <w:bCs/>
                <w:sz w:val="20"/>
                <w:szCs w:val="20"/>
              </w:rPr>
              <w:t>Note *</w:t>
            </w:r>
          </w:p>
        </w:tc>
      </w:tr>
      <w:tr w:rsidR="00AD2822" w:rsidRPr="00AD2822" w14:paraId="55963FC0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C0FF2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CB3AC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59197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5254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0FF2C8FB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87D6C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05573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B05FB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3032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276EF35E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4FE5A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EB33C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EFE67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AE21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6177E553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2CA5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CAB6E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96D9B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BA90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74AD1BA0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59824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A6D1B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857FC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3AB5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74DF4A2A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9BC37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63D3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040F6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F6C3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0DE8B82F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D175B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DFB1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356C8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E316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7874F70B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E99D9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0EB34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C0DC5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1D48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A36616D" w14:textId="77777777" w:rsidR="00AD2822" w:rsidRPr="00AD2822" w:rsidRDefault="00AD2822" w:rsidP="00AD2822">
      <w:pPr>
        <w:rPr>
          <w:rFonts w:ascii="Calibri" w:hAnsi="Calibri"/>
          <w:bCs/>
          <w:sz w:val="20"/>
          <w:szCs w:val="20"/>
        </w:rPr>
      </w:pPr>
    </w:p>
    <w:p w14:paraId="534469E3" w14:textId="720A1BB3" w:rsidR="00AD2822" w:rsidRPr="00234C98" w:rsidRDefault="00AD2822" w:rsidP="00AD2822">
      <w:pPr>
        <w:jc w:val="both"/>
        <w:rPr>
          <w:rFonts w:ascii="Calibri" w:hAnsi="Calibri"/>
          <w:bCs/>
          <w:sz w:val="18"/>
          <w:szCs w:val="18"/>
        </w:rPr>
      </w:pPr>
      <w:r w:rsidRPr="00234C98">
        <w:rPr>
          <w:rFonts w:ascii="Calibri" w:hAnsi="Calibri"/>
          <w:bCs/>
          <w:sz w:val="18"/>
          <w:szCs w:val="18"/>
        </w:rPr>
        <w:t xml:space="preserve">* Segnalare </w:t>
      </w:r>
      <w:r w:rsidR="002E7D9F">
        <w:rPr>
          <w:rFonts w:ascii="Calibri" w:hAnsi="Calibri"/>
          <w:bCs/>
          <w:sz w:val="18"/>
          <w:szCs w:val="18"/>
        </w:rPr>
        <w:t xml:space="preserve">la specialità alla quale si iscrive l’alunna/o e le </w:t>
      </w:r>
      <w:r w:rsidRPr="00234C98">
        <w:rPr>
          <w:rFonts w:ascii="Calibri" w:hAnsi="Calibri"/>
          <w:bCs/>
          <w:sz w:val="18"/>
          <w:szCs w:val="18"/>
        </w:rPr>
        <w:t>eventuali esigenze individuali e/o differenze rispetto alle previste note tecniche specifiche (ad es: distanza gara, presenza educatore,  tecnico/accompagnatore-guida, …. ovvero necessità logistiche o di trasporto …… )</w:t>
      </w:r>
    </w:p>
    <w:p w14:paraId="029F1AC3" w14:textId="77777777" w:rsidR="00AD2822" w:rsidRPr="00234C98" w:rsidRDefault="00AD2822" w:rsidP="00AD2822">
      <w:pPr>
        <w:rPr>
          <w:rFonts w:ascii="Calibri" w:hAnsi="Calibri"/>
          <w:sz w:val="18"/>
          <w:szCs w:val="18"/>
          <w:vertAlign w:val="superscript"/>
        </w:rPr>
      </w:pPr>
    </w:p>
    <w:p w14:paraId="1B6832E6" w14:textId="1FD07AA6" w:rsidR="00AD2822" w:rsidRPr="00234C98" w:rsidRDefault="00234C98" w:rsidP="00AD2822">
      <w:pPr>
        <w:pStyle w:val="Corpotesto"/>
        <w:spacing w:after="240"/>
        <w:rPr>
          <w:rFonts w:ascii="Calibri" w:hAnsi="Calibri"/>
          <w:bCs/>
          <w:sz w:val="18"/>
          <w:szCs w:val="18"/>
        </w:rPr>
      </w:pPr>
      <w:r w:rsidRPr="00234C98"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1EB18" wp14:editId="3C398FBD">
                <wp:simplePos x="0" y="0"/>
                <wp:positionH relativeFrom="column">
                  <wp:posOffset>1913890</wp:posOffset>
                </wp:positionH>
                <wp:positionV relativeFrom="paragraph">
                  <wp:posOffset>408305</wp:posOffset>
                </wp:positionV>
                <wp:extent cx="274955" cy="183515"/>
                <wp:effectExtent l="0" t="0" r="29845" b="19685"/>
                <wp:wrapNone/>
                <wp:docPr id="1" name="Figura a mano liber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955" cy="183515"/>
                        </a:xfrm>
                        <a:custGeom>
                          <a:avLst/>
                          <a:gdLst>
                            <a:gd name="T0" fmla="*/ 2217 w 20000"/>
                            <a:gd name="T1" fmla="*/ 0 h 20000"/>
                            <a:gd name="T2" fmla="*/ 2032 w 20000"/>
                            <a:gd name="T3" fmla="*/ 0 h 20000"/>
                            <a:gd name="T4" fmla="*/ 1801 w 20000"/>
                            <a:gd name="T5" fmla="*/ 69 h 20000"/>
                            <a:gd name="T6" fmla="*/ 1386 w 20000"/>
                            <a:gd name="T7" fmla="*/ 277 h 20000"/>
                            <a:gd name="T8" fmla="*/ 970 w 20000"/>
                            <a:gd name="T9" fmla="*/ 554 h 20000"/>
                            <a:gd name="T10" fmla="*/ 647 w 20000"/>
                            <a:gd name="T11" fmla="*/ 969 h 20000"/>
                            <a:gd name="T12" fmla="*/ 370 w 20000"/>
                            <a:gd name="T13" fmla="*/ 1453 h 20000"/>
                            <a:gd name="T14" fmla="*/ 139 w 20000"/>
                            <a:gd name="T15" fmla="*/ 2076 h 20000"/>
                            <a:gd name="T16" fmla="*/ 46 w 20000"/>
                            <a:gd name="T17" fmla="*/ 2630 h 20000"/>
                            <a:gd name="T18" fmla="*/ 0 w 20000"/>
                            <a:gd name="T19" fmla="*/ 3322 h 20000"/>
                            <a:gd name="T20" fmla="*/ 0 w 20000"/>
                            <a:gd name="T21" fmla="*/ 16678 h 20000"/>
                            <a:gd name="T22" fmla="*/ 46 w 20000"/>
                            <a:gd name="T23" fmla="*/ 17370 h 20000"/>
                            <a:gd name="T24" fmla="*/ 139 w 20000"/>
                            <a:gd name="T25" fmla="*/ 17924 h 20000"/>
                            <a:gd name="T26" fmla="*/ 370 w 20000"/>
                            <a:gd name="T27" fmla="*/ 18547 h 20000"/>
                            <a:gd name="T28" fmla="*/ 647 w 20000"/>
                            <a:gd name="T29" fmla="*/ 19031 h 20000"/>
                            <a:gd name="T30" fmla="*/ 970 w 20000"/>
                            <a:gd name="T31" fmla="*/ 19446 h 20000"/>
                            <a:gd name="T32" fmla="*/ 1386 w 20000"/>
                            <a:gd name="T33" fmla="*/ 19723 h 20000"/>
                            <a:gd name="T34" fmla="*/ 1801 w 20000"/>
                            <a:gd name="T35" fmla="*/ 19931 h 20000"/>
                            <a:gd name="T36" fmla="*/ 2032 w 20000"/>
                            <a:gd name="T37" fmla="*/ 20000 h 20000"/>
                            <a:gd name="T38" fmla="*/ 2217 w 20000"/>
                            <a:gd name="T39" fmla="*/ 20000 h 20000"/>
                            <a:gd name="T40" fmla="*/ 17783 w 20000"/>
                            <a:gd name="T41" fmla="*/ 20000 h 20000"/>
                            <a:gd name="T42" fmla="*/ 17968 w 20000"/>
                            <a:gd name="T43" fmla="*/ 20000 h 20000"/>
                            <a:gd name="T44" fmla="*/ 18199 w 20000"/>
                            <a:gd name="T45" fmla="*/ 19931 h 20000"/>
                            <a:gd name="T46" fmla="*/ 18614 w 20000"/>
                            <a:gd name="T47" fmla="*/ 19723 h 20000"/>
                            <a:gd name="T48" fmla="*/ 19030 w 20000"/>
                            <a:gd name="T49" fmla="*/ 19446 h 20000"/>
                            <a:gd name="T50" fmla="*/ 19353 w 20000"/>
                            <a:gd name="T51" fmla="*/ 19031 h 20000"/>
                            <a:gd name="T52" fmla="*/ 19630 w 20000"/>
                            <a:gd name="T53" fmla="*/ 18547 h 20000"/>
                            <a:gd name="T54" fmla="*/ 19861 w 20000"/>
                            <a:gd name="T55" fmla="*/ 17924 h 20000"/>
                            <a:gd name="T56" fmla="*/ 19954 w 20000"/>
                            <a:gd name="T57" fmla="*/ 17370 h 20000"/>
                            <a:gd name="T58" fmla="*/ 20000 w 20000"/>
                            <a:gd name="T59" fmla="*/ 16678 h 20000"/>
                            <a:gd name="T60" fmla="*/ 20000 w 20000"/>
                            <a:gd name="T61" fmla="*/ 3322 h 20000"/>
                            <a:gd name="T62" fmla="*/ 19954 w 20000"/>
                            <a:gd name="T63" fmla="*/ 2630 h 20000"/>
                            <a:gd name="T64" fmla="*/ 19861 w 20000"/>
                            <a:gd name="T65" fmla="*/ 2076 h 20000"/>
                            <a:gd name="T66" fmla="*/ 19630 w 20000"/>
                            <a:gd name="T67" fmla="*/ 1453 h 20000"/>
                            <a:gd name="T68" fmla="*/ 19353 w 20000"/>
                            <a:gd name="T69" fmla="*/ 969 h 20000"/>
                            <a:gd name="T70" fmla="*/ 19030 w 20000"/>
                            <a:gd name="T71" fmla="*/ 554 h 20000"/>
                            <a:gd name="T72" fmla="*/ 18614 w 20000"/>
                            <a:gd name="T73" fmla="*/ 277 h 20000"/>
                            <a:gd name="T74" fmla="*/ 18199 w 20000"/>
                            <a:gd name="T75" fmla="*/ 69 h 20000"/>
                            <a:gd name="T76" fmla="*/ 17968 w 20000"/>
                            <a:gd name="T77" fmla="*/ 0 h 20000"/>
                            <a:gd name="T78" fmla="*/ 17783 w 20000"/>
                            <a:gd name="T79" fmla="*/ 0 h 20000"/>
                            <a:gd name="T80" fmla="*/ 2217 w 20000"/>
                            <a:gd name="T81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2217" y="0"/>
                              </a:moveTo>
                              <a:lnTo>
                                <a:pt x="2032" y="0"/>
                              </a:lnTo>
                              <a:lnTo>
                                <a:pt x="1801" y="69"/>
                              </a:lnTo>
                              <a:lnTo>
                                <a:pt x="1386" y="277"/>
                              </a:lnTo>
                              <a:lnTo>
                                <a:pt x="970" y="554"/>
                              </a:lnTo>
                              <a:lnTo>
                                <a:pt x="647" y="969"/>
                              </a:lnTo>
                              <a:lnTo>
                                <a:pt x="370" y="1453"/>
                              </a:lnTo>
                              <a:lnTo>
                                <a:pt x="139" y="2076"/>
                              </a:lnTo>
                              <a:lnTo>
                                <a:pt x="46" y="2630"/>
                              </a:lnTo>
                              <a:lnTo>
                                <a:pt x="0" y="3322"/>
                              </a:lnTo>
                              <a:lnTo>
                                <a:pt x="0" y="16678"/>
                              </a:lnTo>
                              <a:lnTo>
                                <a:pt x="46" y="17370"/>
                              </a:lnTo>
                              <a:lnTo>
                                <a:pt x="139" y="17924"/>
                              </a:lnTo>
                              <a:lnTo>
                                <a:pt x="370" y="18547"/>
                              </a:lnTo>
                              <a:lnTo>
                                <a:pt x="647" y="19031"/>
                              </a:lnTo>
                              <a:lnTo>
                                <a:pt x="970" y="19446"/>
                              </a:lnTo>
                              <a:lnTo>
                                <a:pt x="1386" y="19723"/>
                              </a:lnTo>
                              <a:lnTo>
                                <a:pt x="1801" y="19931"/>
                              </a:lnTo>
                              <a:lnTo>
                                <a:pt x="2032" y="20000"/>
                              </a:lnTo>
                              <a:lnTo>
                                <a:pt x="2217" y="20000"/>
                              </a:lnTo>
                              <a:lnTo>
                                <a:pt x="17783" y="20000"/>
                              </a:lnTo>
                              <a:lnTo>
                                <a:pt x="17968" y="20000"/>
                              </a:lnTo>
                              <a:lnTo>
                                <a:pt x="18199" y="19931"/>
                              </a:lnTo>
                              <a:lnTo>
                                <a:pt x="18614" y="19723"/>
                              </a:lnTo>
                              <a:lnTo>
                                <a:pt x="19030" y="19446"/>
                              </a:lnTo>
                              <a:lnTo>
                                <a:pt x="19353" y="19031"/>
                              </a:lnTo>
                              <a:lnTo>
                                <a:pt x="19630" y="18547"/>
                              </a:lnTo>
                              <a:lnTo>
                                <a:pt x="19861" y="17924"/>
                              </a:lnTo>
                              <a:lnTo>
                                <a:pt x="19954" y="17370"/>
                              </a:lnTo>
                              <a:lnTo>
                                <a:pt x="20000" y="16678"/>
                              </a:lnTo>
                              <a:lnTo>
                                <a:pt x="20000" y="3322"/>
                              </a:lnTo>
                              <a:lnTo>
                                <a:pt x="19954" y="2630"/>
                              </a:lnTo>
                              <a:lnTo>
                                <a:pt x="19861" y="2076"/>
                              </a:lnTo>
                              <a:lnTo>
                                <a:pt x="19630" y="1453"/>
                              </a:lnTo>
                              <a:lnTo>
                                <a:pt x="19353" y="969"/>
                              </a:lnTo>
                              <a:lnTo>
                                <a:pt x="19030" y="554"/>
                              </a:lnTo>
                              <a:lnTo>
                                <a:pt x="18614" y="277"/>
                              </a:lnTo>
                              <a:lnTo>
                                <a:pt x="18199" y="69"/>
                              </a:lnTo>
                              <a:lnTo>
                                <a:pt x="17968" y="0"/>
                              </a:lnTo>
                              <a:lnTo>
                                <a:pt x="17783" y="0"/>
                              </a:lnTo>
                              <a:lnTo>
                                <a:pt x="22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Figura a mano libera 2" o:spid="_x0000_s1026" style="position:absolute;margin-left:150.7pt;margin-top:32.15pt;width:21.65pt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" path="m2217,0l2032,,1801,69,1386,277,970,554,647,969,370,1453,139,2076,46,2630,,3322,,16678,46,17370,139,17924,370,18547,647,19031,970,19446,1386,19723,1801,19931,2032,20000,2217,20000,17783,20000,17968,20000,18199,19931,18614,19723,19030,19446,19353,19031,19630,18547,19861,17924,19954,17370,20000,16678,20000,3322,19954,2630,19861,2076,19630,1453,19353,969,19030,554,18614,277,18199,69,17968,,17783,,2217,0xe" fillcolor="#f2f2f2">
                <v:shadow color="gray" opacity="1" mv:blur="0" offset="2pt,2pt"/>
                <v:path arrowok="t" o:connecttype="custom" o:connectlocs="30479,0;27935,0;24760,633;19054,2542;13335,5083;8895,8891;5087,13332;1911,19049;632,24132;0,30482;0,153033;632,159383;1911,164466;5087,170183;8895,174624;13335,178432;19054,180973;24760,182882;27935,183515;30479,183515;244476,183515;247020,183515;250195,182882;255901,180973;261620,178432;266060,174624;269868,170183;273044,164466;274323,159383;274955,153033;274955,30482;274323,24132;273044,19049;269868,13332;266060,8891;261620,5083;255901,2542;250195,633;247020,0;244476,0;30479,0" o:connectangles="0,0,0,0,0,0,0,0,0,0,0,0,0,0,0,0,0,0,0,0,0,0,0,0,0,0,0,0,0,0,0,0,0,0,0,0,0,0,0,0,0"/>
              </v:shape>
            </w:pict>
          </mc:Fallback>
        </mc:AlternateContent>
      </w:r>
      <w:r w:rsidR="00AD2822" w:rsidRPr="00234C98"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01AD2" wp14:editId="19DFA0DD">
                <wp:simplePos x="0" y="0"/>
                <wp:positionH relativeFrom="column">
                  <wp:posOffset>2798445</wp:posOffset>
                </wp:positionH>
                <wp:positionV relativeFrom="paragraph">
                  <wp:posOffset>134620</wp:posOffset>
                </wp:positionV>
                <wp:extent cx="274955" cy="183515"/>
                <wp:effectExtent l="0" t="0" r="29845" b="19685"/>
                <wp:wrapNone/>
                <wp:docPr id="2" name="Figura a mano liber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955" cy="183515"/>
                        </a:xfrm>
                        <a:custGeom>
                          <a:avLst/>
                          <a:gdLst>
                            <a:gd name="T0" fmla="*/ 2217 w 20000"/>
                            <a:gd name="T1" fmla="*/ 0 h 20000"/>
                            <a:gd name="T2" fmla="*/ 2032 w 20000"/>
                            <a:gd name="T3" fmla="*/ 0 h 20000"/>
                            <a:gd name="T4" fmla="*/ 1801 w 20000"/>
                            <a:gd name="T5" fmla="*/ 69 h 20000"/>
                            <a:gd name="T6" fmla="*/ 1386 w 20000"/>
                            <a:gd name="T7" fmla="*/ 277 h 20000"/>
                            <a:gd name="T8" fmla="*/ 970 w 20000"/>
                            <a:gd name="T9" fmla="*/ 554 h 20000"/>
                            <a:gd name="T10" fmla="*/ 647 w 20000"/>
                            <a:gd name="T11" fmla="*/ 969 h 20000"/>
                            <a:gd name="T12" fmla="*/ 370 w 20000"/>
                            <a:gd name="T13" fmla="*/ 1453 h 20000"/>
                            <a:gd name="T14" fmla="*/ 139 w 20000"/>
                            <a:gd name="T15" fmla="*/ 2076 h 20000"/>
                            <a:gd name="T16" fmla="*/ 46 w 20000"/>
                            <a:gd name="T17" fmla="*/ 2630 h 20000"/>
                            <a:gd name="T18" fmla="*/ 0 w 20000"/>
                            <a:gd name="T19" fmla="*/ 3322 h 20000"/>
                            <a:gd name="T20" fmla="*/ 0 w 20000"/>
                            <a:gd name="T21" fmla="*/ 16678 h 20000"/>
                            <a:gd name="T22" fmla="*/ 46 w 20000"/>
                            <a:gd name="T23" fmla="*/ 17370 h 20000"/>
                            <a:gd name="T24" fmla="*/ 139 w 20000"/>
                            <a:gd name="T25" fmla="*/ 17924 h 20000"/>
                            <a:gd name="T26" fmla="*/ 370 w 20000"/>
                            <a:gd name="T27" fmla="*/ 18547 h 20000"/>
                            <a:gd name="T28" fmla="*/ 647 w 20000"/>
                            <a:gd name="T29" fmla="*/ 19031 h 20000"/>
                            <a:gd name="T30" fmla="*/ 970 w 20000"/>
                            <a:gd name="T31" fmla="*/ 19446 h 20000"/>
                            <a:gd name="T32" fmla="*/ 1386 w 20000"/>
                            <a:gd name="T33" fmla="*/ 19723 h 20000"/>
                            <a:gd name="T34" fmla="*/ 1801 w 20000"/>
                            <a:gd name="T35" fmla="*/ 19931 h 20000"/>
                            <a:gd name="T36" fmla="*/ 2032 w 20000"/>
                            <a:gd name="T37" fmla="*/ 20000 h 20000"/>
                            <a:gd name="T38" fmla="*/ 2217 w 20000"/>
                            <a:gd name="T39" fmla="*/ 20000 h 20000"/>
                            <a:gd name="T40" fmla="*/ 17783 w 20000"/>
                            <a:gd name="T41" fmla="*/ 20000 h 20000"/>
                            <a:gd name="T42" fmla="*/ 17968 w 20000"/>
                            <a:gd name="T43" fmla="*/ 20000 h 20000"/>
                            <a:gd name="T44" fmla="*/ 18199 w 20000"/>
                            <a:gd name="T45" fmla="*/ 19931 h 20000"/>
                            <a:gd name="T46" fmla="*/ 18614 w 20000"/>
                            <a:gd name="T47" fmla="*/ 19723 h 20000"/>
                            <a:gd name="T48" fmla="*/ 19030 w 20000"/>
                            <a:gd name="T49" fmla="*/ 19446 h 20000"/>
                            <a:gd name="T50" fmla="*/ 19353 w 20000"/>
                            <a:gd name="T51" fmla="*/ 19031 h 20000"/>
                            <a:gd name="T52" fmla="*/ 19630 w 20000"/>
                            <a:gd name="T53" fmla="*/ 18547 h 20000"/>
                            <a:gd name="T54" fmla="*/ 19861 w 20000"/>
                            <a:gd name="T55" fmla="*/ 17924 h 20000"/>
                            <a:gd name="T56" fmla="*/ 19954 w 20000"/>
                            <a:gd name="T57" fmla="*/ 17370 h 20000"/>
                            <a:gd name="T58" fmla="*/ 20000 w 20000"/>
                            <a:gd name="T59" fmla="*/ 16678 h 20000"/>
                            <a:gd name="T60" fmla="*/ 20000 w 20000"/>
                            <a:gd name="T61" fmla="*/ 3322 h 20000"/>
                            <a:gd name="T62" fmla="*/ 19954 w 20000"/>
                            <a:gd name="T63" fmla="*/ 2630 h 20000"/>
                            <a:gd name="T64" fmla="*/ 19861 w 20000"/>
                            <a:gd name="T65" fmla="*/ 2076 h 20000"/>
                            <a:gd name="T66" fmla="*/ 19630 w 20000"/>
                            <a:gd name="T67" fmla="*/ 1453 h 20000"/>
                            <a:gd name="T68" fmla="*/ 19353 w 20000"/>
                            <a:gd name="T69" fmla="*/ 969 h 20000"/>
                            <a:gd name="T70" fmla="*/ 19030 w 20000"/>
                            <a:gd name="T71" fmla="*/ 554 h 20000"/>
                            <a:gd name="T72" fmla="*/ 18614 w 20000"/>
                            <a:gd name="T73" fmla="*/ 277 h 20000"/>
                            <a:gd name="T74" fmla="*/ 18199 w 20000"/>
                            <a:gd name="T75" fmla="*/ 69 h 20000"/>
                            <a:gd name="T76" fmla="*/ 17968 w 20000"/>
                            <a:gd name="T77" fmla="*/ 0 h 20000"/>
                            <a:gd name="T78" fmla="*/ 17783 w 20000"/>
                            <a:gd name="T79" fmla="*/ 0 h 20000"/>
                            <a:gd name="T80" fmla="*/ 2217 w 20000"/>
                            <a:gd name="T81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2217" y="0"/>
                              </a:moveTo>
                              <a:lnTo>
                                <a:pt x="2032" y="0"/>
                              </a:lnTo>
                              <a:lnTo>
                                <a:pt x="1801" y="69"/>
                              </a:lnTo>
                              <a:lnTo>
                                <a:pt x="1386" y="277"/>
                              </a:lnTo>
                              <a:lnTo>
                                <a:pt x="970" y="554"/>
                              </a:lnTo>
                              <a:lnTo>
                                <a:pt x="647" y="969"/>
                              </a:lnTo>
                              <a:lnTo>
                                <a:pt x="370" y="1453"/>
                              </a:lnTo>
                              <a:lnTo>
                                <a:pt x="139" y="2076"/>
                              </a:lnTo>
                              <a:lnTo>
                                <a:pt x="46" y="2630"/>
                              </a:lnTo>
                              <a:lnTo>
                                <a:pt x="0" y="3322"/>
                              </a:lnTo>
                              <a:lnTo>
                                <a:pt x="0" y="16678"/>
                              </a:lnTo>
                              <a:lnTo>
                                <a:pt x="46" y="17370"/>
                              </a:lnTo>
                              <a:lnTo>
                                <a:pt x="139" y="17924"/>
                              </a:lnTo>
                              <a:lnTo>
                                <a:pt x="370" y="18547"/>
                              </a:lnTo>
                              <a:lnTo>
                                <a:pt x="647" y="19031"/>
                              </a:lnTo>
                              <a:lnTo>
                                <a:pt x="970" y="19446"/>
                              </a:lnTo>
                              <a:lnTo>
                                <a:pt x="1386" y="19723"/>
                              </a:lnTo>
                              <a:lnTo>
                                <a:pt x="1801" y="19931"/>
                              </a:lnTo>
                              <a:lnTo>
                                <a:pt x="2032" y="20000"/>
                              </a:lnTo>
                              <a:lnTo>
                                <a:pt x="2217" y="20000"/>
                              </a:lnTo>
                              <a:lnTo>
                                <a:pt x="17783" y="20000"/>
                              </a:lnTo>
                              <a:lnTo>
                                <a:pt x="17968" y="20000"/>
                              </a:lnTo>
                              <a:lnTo>
                                <a:pt x="18199" y="19931"/>
                              </a:lnTo>
                              <a:lnTo>
                                <a:pt x="18614" y="19723"/>
                              </a:lnTo>
                              <a:lnTo>
                                <a:pt x="19030" y="19446"/>
                              </a:lnTo>
                              <a:lnTo>
                                <a:pt x="19353" y="19031"/>
                              </a:lnTo>
                              <a:lnTo>
                                <a:pt x="19630" y="18547"/>
                              </a:lnTo>
                              <a:lnTo>
                                <a:pt x="19861" y="17924"/>
                              </a:lnTo>
                              <a:lnTo>
                                <a:pt x="19954" y="17370"/>
                              </a:lnTo>
                              <a:lnTo>
                                <a:pt x="20000" y="16678"/>
                              </a:lnTo>
                              <a:lnTo>
                                <a:pt x="20000" y="3322"/>
                              </a:lnTo>
                              <a:lnTo>
                                <a:pt x="19954" y="2630"/>
                              </a:lnTo>
                              <a:lnTo>
                                <a:pt x="19861" y="2076"/>
                              </a:lnTo>
                              <a:lnTo>
                                <a:pt x="19630" y="1453"/>
                              </a:lnTo>
                              <a:lnTo>
                                <a:pt x="19353" y="969"/>
                              </a:lnTo>
                              <a:lnTo>
                                <a:pt x="19030" y="554"/>
                              </a:lnTo>
                              <a:lnTo>
                                <a:pt x="18614" y="277"/>
                              </a:lnTo>
                              <a:lnTo>
                                <a:pt x="18199" y="69"/>
                              </a:lnTo>
                              <a:lnTo>
                                <a:pt x="17968" y="0"/>
                              </a:lnTo>
                              <a:lnTo>
                                <a:pt x="17783" y="0"/>
                              </a:lnTo>
                              <a:lnTo>
                                <a:pt x="22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Figura a mano libera 1" o:spid="_x0000_s1026" style="position:absolute;margin-left:220.35pt;margin-top:10.6pt;width:21.6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" path="m2217,0l2032,,1801,69,1386,277,970,554,647,969,370,1453,139,2076,46,2630,,3322,,16678,46,17370,139,17924,370,18547,647,19031,970,19446,1386,19723,1801,19931,2032,20000,2217,20000,17783,20000,17968,20000,18199,19931,18614,19723,19030,19446,19353,19031,19630,18547,19861,17924,19954,17370,20000,16678,20000,3322,19954,2630,19861,2076,19630,1453,19353,969,19030,554,18614,277,18199,69,17968,,17783,,2217,0xe" fillcolor="#f2f2f2">
                <v:shadow color="gray" opacity="1" mv:blur="0" offset="2pt,2pt"/>
                <v:path arrowok="t" o:connecttype="custom" o:connectlocs="30479,0;27935,0;24760,633;19054,2542;13335,5083;8895,8891;5087,13332;1911,19049;632,24132;0,30482;0,153033;632,159383;1911,164466;5087,170183;8895,174624;13335,178432;19054,180973;24760,182882;27935,183515;30479,183515;244476,183515;247020,183515;250195,182882;255901,180973;261620,178432;266060,174624;269868,170183;273044,164466;274323,159383;274955,153033;274955,30482;274323,24132;273044,19049;269868,13332;266060,8891;261620,5083;255901,2542;250195,633;247020,0;244476,0;30479,0" o:connectangles="0,0,0,0,0,0,0,0,0,0,0,0,0,0,0,0,0,0,0,0,0,0,0,0,0,0,0,0,0,0,0,0,0,0,0,0,0,0,0,0,0"/>
              </v:shape>
            </w:pict>
          </mc:Fallback>
        </mc:AlternateContent>
      </w:r>
      <w:r w:rsidR="00AD2822" w:rsidRPr="00234C98">
        <w:rPr>
          <w:rFonts w:ascii="Calibri" w:hAnsi="Calibri"/>
          <w:bCs/>
          <w:sz w:val="18"/>
          <w:szCs w:val="18"/>
        </w:rPr>
        <w:t xml:space="preserve">Si dichiara che tutti gli alunni in elenco nella presente pagina sono iscritti e frequentanti, e sono stati sottoposti al controllo sanitario per la </w:t>
      </w:r>
      <w:r w:rsidR="00AD2822" w:rsidRPr="00234C98">
        <w:rPr>
          <w:rFonts w:ascii="Calibri" w:hAnsi="Calibri"/>
          <w:sz w:val="18"/>
          <w:szCs w:val="18"/>
        </w:rPr>
        <w:t xml:space="preserve">pratica di attività sportive NON agonistiche       </w:t>
      </w:r>
      <w:r>
        <w:rPr>
          <w:rFonts w:ascii="Calibri" w:hAnsi="Calibri"/>
          <w:sz w:val="18"/>
          <w:szCs w:val="18"/>
        </w:rPr>
        <w:t xml:space="preserve">       </w:t>
      </w:r>
      <w:r w:rsidR="00AD2822" w:rsidRPr="00234C98">
        <w:rPr>
          <w:rFonts w:ascii="Calibri" w:hAnsi="Calibri"/>
          <w:sz w:val="18"/>
          <w:szCs w:val="18"/>
        </w:rPr>
        <w:t xml:space="preserve">   (dalla fase d’istituto alla fase interregionale);</w:t>
      </w:r>
    </w:p>
    <w:p w14:paraId="07756299" w14:textId="19AD1377" w:rsidR="00AD2822" w:rsidRPr="00234C98" w:rsidRDefault="00AD2822" w:rsidP="00AD2822">
      <w:pPr>
        <w:pStyle w:val="Corpotesto"/>
        <w:spacing w:after="240"/>
        <w:rPr>
          <w:rFonts w:ascii="Calibri" w:hAnsi="Calibri"/>
          <w:bCs/>
          <w:sz w:val="18"/>
          <w:szCs w:val="18"/>
        </w:rPr>
      </w:pPr>
      <w:r w:rsidRPr="00234C98">
        <w:rPr>
          <w:rFonts w:ascii="Calibri" w:hAnsi="Calibri"/>
          <w:bCs/>
          <w:sz w:val="18"/>
          <w:szCs w:val="18"/>
        </w:rPr>
        <w:t>e agonistiche,  a norma del D.M. 4/3/93                 (fasi nazionali). Le relative certificazioni sono depositate agli atti della scuola.</w:t>
      </w:r>
    </w:p>
    <w:p w14:paraId="4E32B1FC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</w:p>
    <w:p w14:paraId="3BA74685" w14:textId="50B5C300" w:rsidR="000C3FE1" w:rsidRPr="00AD2822" w:rsidRDefault="00AD2822" w:rsidP="00A5364E">
      <w:pPr>
        <w:rPr>
          <w:rFonts w:ascii="Calibri" w:hAnsi="Calibri"/>
          <w:sz w:val="20"/>
          <w:szCs w:val="20"/>
        </w:rPr>
      </w:pPr>
      <w:r w:rsidRPr="00AD2822">
        <w:rPr>
          <w:rFonts w:ascii="Calibri" w:hAnsi="Calibri"/>
          <w:sz w:val="20"/>
          <w:szCs w:val="20"/>
        </w:rPr>
        <w:t>Data ……/……./…….</w:t>
      </w:r>
      <w:r w:rsidRPr="00AD2822">
        <w:rPr>
          <w:rFonts w:ascii="Calibri" w:hAnsi="Calibri"/>
          <w:sz w:val="20"/>
          <w:szCs w:val="20"/>
        </w:rPr>
        <w:tab/>
      </w:r>
      <w:r w:rsidRPr="00AD2822">
        <w:rPr>
          <w:rFonts w:ascii="Calibri" w:hAnsi="Calibri"/>
          <w:sz w:val="20"/>
          <w:szCs w:val="20"/>
        </w:rPr>
        <w:tab/>
      </w:r>
      <w:r w:rsidRPr="00AD2822">
        <w:rPr>
          <w:rFonts w:ascii="Calibri" w:hAnsi="Calibri"/>
          <w:sz w:val="20"/>
          <w:szCs w:val="20"/>
        </w:rPr>
        <w:tab/>
      </w:r>
      <w:r w:rsidRPr="00AD2822">
        <w:rPr>
          <w:rFonts w:ascii="Calibri" w:hAnsi="Calibri"/>
          <w:sz w:val="20"/>
          <w:szCs w:val="20"/>
        </w:rPr>
        <w:tab/>
      </w:r>
      <w:r w:rsidRPr="00AD2822">
        <w:rPr>
          <w:rFonts w:ascii="Calibri" w:hAnsi="Calibri"/>
          <w:sz w:val="20"/>
          <w:szCs w:val="20"/>
        </w:rPr>
        <w:tab/>
      </w:r>
      <w:r w:rsidR="00A5364E">
        <w:rPr>
          <w:rFonts w:ascii="Calibri" w:hAnsi="Calibri"/>
          <w:sz w:val="20"/>
          <w:szCs w:val="20"/>
        </w:rPr>
        <w:tab/>
      </w:r>
      <w:r w:rsidR="00A5364E">
        <w:rPr>
          <w:rFonts w:ascii="Calibri" w:hAnsi="Calibri"/>
          <w:sz w:val="20"/>
          <w:szCs w:val="20"/>
        </w:rPr>
        <w:tab/>
      </w:r>
      <w:r w:rsidRPr="00AD2822">
        <w:rPr>
          <w:rFonts w:ascii="Calibri" w:hAnsi="Calibri"/>
          <w:sz w:val="20"/>
          <w:szCs w:val="20"/>
        </w:rPr>
        <w:t>Firma del Dirigente Scolastico</w:t>
      </w:r>
    </w:p>
    <w:sectPr w:rsidR="000C3FE1" w:rsidRPr="00AD2822" w:rsidSect="00AE4B06">
      <w:headerReference w:type="default" r:id="rId8"/>
      <w:footerReference w:type="default" r:id="rId9"/>
      <w:pgSz w:w="11906" w:h="16838" w:code="9"/>
      <w:pgMar w:top="2802" w:right="1134" w:bottom="1276" w:left="1134" w:header="284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C6C10" w14:textId="77777777" w:rsidR="00176977" w:rsidRDefault="00176977">
      <w:r>
        <w:separator/>
      </w:r>
    </w:p>
  </w:endnote>
  <w:endnote w:type="continuationSeparator" w:id="0">
    <w:p w14:paraId="7B0C260C" w14:textId="77777777" w:rsidR="00176977" w:rsidRDefault="0017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jc w:val="center"/>
      <w:tblInd w:w="-1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3"/>
      <w:gridCol w:w="636"/>
      <w:gridCol w:w="6351"/>
    </w:tblGrid>
    <w:tr w:rsidR="00C93B79" w14:paraId="58CC7B09" w14:textId="77777777" w:rsidTr="00813EAF">
      <w:trPr>
        <w:cantSplit/>
        <w:trHeight w:val="252"/>
        <w:jc w:val="center"/>
      </w:trPr>
      <w:tc>
        <w:tcPr>
          <w:tcW w:w="269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03A5D62" w14:textId="6D9F3015" w:rsidR="00C93B79" w:rsidRDefault="00C93B79" w:rsidP="00234C98">
          <w:pPr>
            <w:keepNext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Piano regionale CCSS 201</w:t>
          </w:r>
          <w:r w:rsidR="00D97DC4">
            <w:rPr>
              <w:rFonts w:ascii="Calibri" w:hAnsi="Calibri"/>
              <w:sz w:val="16"/>
              <w:szCs w:val="16"/>
            </w:rPr>
            <w:t>6</w:t>
          </w:r>
        </w:p>
      </w:tc>
      <w:tc>
        <w:tcPr>
          <w:tcW w:w="636" w:type="dxa"/>
          <w:tcBorders>
            <w:left w:val="single" w:sz="4" w:space="0" w:color="auto"/>
            <w:right w:val="single" w:sz="4" w:space="0" w:color="auto"/>
          </w:tcBorders>
        </w:tcPr>
        <w:p w14:paraId="5A1D3106" w14:textId="77777777" w:rsidR="00C93B79" w:rsidRDefault="00C93B79" w:rsidP="00813EAF">
          <w:pPr>
            <w:keepNext/>
            <w:rPr>
              <w:rFonts w:ascii="Calibri" w:hAnsi="Calibri"/>
              <w:sz w:val="16"/>
              <w:szCs w:val="16"/>
            </w:rPr>
          </w:pPr>
        </w:p>
      </w:tc>
      <w:tc>
        <w:tcPr>
          <w:tcW w:w="635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2CEE9B67" w14:textId="5F268C8B" w:rsidR="00C93B79" w:rsidRDefault="00C93B79" w:rsidP="00813EAF">
          <w:pPr>
            <w:keepNext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C93B79" w14:paraId="30D710D3" w14:textId="77777777" w:rsidTr="00813EAF">
      <w:trPr>
        <w:cantSplit/>
        <w:trHeight w:val="252"/>
        <w:jc w:val="center"/>
      </w:trPr>
      <w:tc>
        <w:tcPr>
          <w:tcW w:w="269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98E016" w14:textId="7F7409BC" w:rsidR="00C93B79" w:rsidRDefault="00C93B79" w:rsidP="00813EAF">
          <w:pPr>
            <w:keepNext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Allegato 1</w:t>
          </w:r>
        </w:p>
      </w:tc>
      <w:tc>
        <w:tcPr>
          <w:tcW w:w="636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ED98155" w14:textId="77777777" w:rsidR="00C93B79" w:rsidRDefault="00C93B79" w:rsidP="00813EAF">
          <w:pPr>
            <w:keepNext/>
            <w:rPr>
              <w:rFonts w:ascii="Calibri" w:hAnsi="Calibri"/>
              <w:sz w:val="16"/>
              <w:szCs w:val="16"/>
            </w:rPr>
          </w:pPr>
        </w:p>
      </w:tc>
      <w:tc>
        <w:tcPr>
          <w:tcW w:w="6351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94395CF" w14:textId="64EA9F3D" w:rsidR="00C93B79" w:rsidRDefault="00C93B79" w:rsidP="00813EAF">
          <w:pPr>
            <w:keepNext/>
            <w:jc w:val="right"/>
            <w:rPr>
              <w:rFonts w:ascii="Calibri" w:hAnsi="Calibri"/>
              <w:sz w:val="16"/>
              <w:szCs w:val="16"/>
            </w:rPr>
          </w:pPr>
        </w:p>
      </w:tc>
    </w:tr>
  </w:tbl>
  <w:p w14:paraId="4E167DBD" w14:textId="20C07E1B" w:rsidR="00C93B79" w:rsidRPr="005F36F0" w:rsidRDefault="00C93B79" w:rsidP="00E71704">
    <w:pPr>
      <w:pStyle w:val="Titolo1"/>
      <w:rPr>
        <w:rFonts w:ascii="Calibri" w:hAnsi="Calibri"/>
        <w:sz w:val="16"/>
        <w:szCs w:val="16"/>
      </w:rPr>
    </w:pPr>
    <w:r w:rsidRPr="005F36F0">
      <w:rPr>
        <w:rFonts w:ascii="Calibri" w:hAnsi="Calibri"/>
        <w:sz w:val="16"/>
        <w:szCs w:val="16"/>
      </w:rPr>
      <w:t xml:space="preserve">Via </w:t>
    </w:r>
    <w:r>
      <w:rPr>
        <w:rFonts w:ascii="Calibri" w:hAnsi="Calibri"/>
        <w:sz w:val="16"/>
        <w:szCs w:val="16"/>
      </w:rPr>
      <w:t xml:space="preserve">de’ Castagnoli </w:t>
    </w:r>
    <w:r w:rsidRPr="005F36F0">
      <w:rPr>
        <w:rFonts w:ascii="Calibri" w:hAnsi="Calibri"/>
        <w:sz w:val="16"/>
        <w:szCs w:val="16"/>
      </w:rPr>
      <w:t>1 - 40</w:t>
    </w:r>
    <w:r>
      <w:rPr>
        <w:rFonts w:ascii="Calibri" w:hAnsi="Calibri"/>
        <w:sz w:val="16"/>
        <w:szCs w:val="16"/>
      </w:rPr>
      <w:t xml:space="preserve">126 BOLOGNA - C.F. 80062970373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F6A8C" w14:textId="77777777" w:rsidR="00176977" w:rsidRDefault="00176977">
      <w:r>
        <w:separator/>
      </w:r>
    </w:p>
  </w:footnote>
  <w:footnote w:type="continuationSeparator" w:id="0">
    <w:p w14:paraId="1343F570" w14:textId="77777777" w:rsidR="00176977" w:rsidRDefault="00176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4E347" w14:textId="77777777" w:rsidR="00C93B79" w:rsidRDefault="00C93B79" w:rsidP="00577B7F">
    <w:pPr>
      <w:pStyle w:val="Intestazione"/>
      <w:jc w:val="center"/>
      <w:rPr>
        <w:rFonts w:ascii="Calibri" w:hAnsi="Calibri"/>
      </w:rPr>
    </w:pPr>
    <w:r>
      <w:rPr>
        <w:rFonts w:ascii="Calibri" w:hAnsi="Calibri"/>
        <w:noProof/>
      </w:rPr>
      <w:drawing>
        <wp:anchor distT="0" distB="0" distL="114300" distR="114300" simplePos="0" relativeHeight="251658240" behindDoc="0" locked="0" layoutInCell="1" allowOverlap="1" wp14:anchorId="1FFA129C" wp14:editId="0C39041C">
          <wp:simplePos x="0" y="0"/>
          <wp:positionH relativeFrom="margin">
            <wp:posOffset>1356360</wp:posOffset>
          </wp:positionH>
          <wp:positionV relativeFrom="margin">
            <wp:posOffset>-1526540</wp:posOffset>
          </wp:positionV>
          <wp:extent cx="3295650" cy="1123950"/>
          <wp:effectExtent l="0" t="0" r="0" b="0"/>
          <wp:wrapSquare wrapText="bothSides"/>
          <wp:docPr id="3" name="Immagine 3" descr="Descrizione: logo completo B-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completo B-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783" b="19350"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</w:rPr>
      <w:tab/>
    </w:r>
  </w:p>
  <w:p w14:paraId="70A00051" w14:textId="77777777" w:rsidR="00C93B79" w:rsidRDefault="00C93B79" w:rsidP="00577B7F">
    <w:pPr>
      <w:pStyle w:val="Intestazione"/>
      <w:jc w:val="center"/>
      <w:rPr>
        <w:rFonts w:ascii="Calibri" w:hAnsi="Calibri"/>
      </w:rPr>
    </w:pPr>
  </w:p>
  <w:p w14:paraId="45392859" w14:textId="77777777" w:rsidR="00C93B79" w:rsidRDefault="00C93B79" w:rsidP="00577B7F">
    <w:pPr>
      <w:pStyle w:val="Intestazione"/>
      <w:jc w:val="center"/>
      <w:rPr>
        <w:rFonts w:ascii="Calibri" w:hAnsi="Calibri"/>
      </w:rPr>
    </w:pPr>
  </w:p>
  <w:p w14:paraId="3CCDC12A" w14:textId="77777777" w:rsidR="00C93B79" w:rsidRDefault="00C93B79" w:rsidP="00577B7F">
    <w:pPr>
      <w:pStyle w:val="Intestazione"/>
      <w:jc w:val="center"/>
      <w:rPr>
        <w:rFonts w:ascii="Calibri" w:hAnsi="Calibri"/>
      </w:rPr>
    </w:pPr>
  </w:p>
  <w:p w14:paraId="3C783223" w14:textId="77777777" w:rsidR="00C93B79" w:rsidRDefault="00C93B79" w:rsidP="00577B7F">
    <w:pPr>
      <w:pStyle w:val="Intestazione"/>
      <w:jc w:val="center"/>
      <w:rPr>
        <w:rFonts w:ascii="Calibri" w:hAnsi="Calibri"/>
      </w:rPr>
    </w:pPr>
  </w:p>
  <w:p w14:paraId="2921E320" w14:textId="77777777" w:rsidR="00CD1108" w:rsidRDefault="00CD1108" w:rsidP="00CD1108">
    <w:pPr>
      <w:pStyle w:val="Intestazione"/>
      <w:jc w:val="center"/>
      <w:rPr>
        <w:rFonts w:ascii="Calibri" w:hAnsi="Calibri"/>
        <w:sz w:val="20"/>
        <w:szCs w:val="20"/>
      </w:rPr>
    </w:pPr>
  </w:p>
  <w:p w14:paraId="6B8E4C57" w14:textId="77777777" w:rsidR="00AE4B06" w:rsidRDefault="00AE4B06" w:rsidP="00CD1108">
    <w:pPr>
      <w:pStyle w:val="Intestazione"/>
      <w:jc w:val="center"/>
      <w:rPr>
        <w:rFonts w:ascii="Calibri" w:hAnsi="Calibri"/>
        <w:sz w:val="20"/>
        <w:szCs w:val="20"/>
      </w:rPr>
    </w:pPr>
  </w:p>
  <w:p w14:paraId="604652E6" w14:textId="43262338" w:rsidR="00C93B79" w:rsidRDefault="00C93B79" w:rsidP="00CD1108">
    <w:pPr>
      <w:pStyle w:val="Intestazione"/>
      <w:jc w:val="center"/>
      <w:rPr>
        <w:rFonts w:ascii="Calibri" w:hAnsi="Calibri"/>
        <w:sz w:val="20"/>
        <w:szCs w:val="20"/>
      </w:rPr>
    </w:pPr>
    <w:r w:rsidRPr="00636794">
      <w:rPr>
        <w:rFonts w:ascii="Calibri" w:hAnsi="Calibri"/>
        <w:sz w:val="20"/>
        <w:szCs w:val="20"/>
      </w:rPr>
      <w:t>Ufficio III - Diritto allo studio. Istruzione non statale</w:t>
    </w:r>
  </w:p>
  <w:p w14:paraId="04E72284" w14:textId="77777777" w:rsidR="00C93B79" w:rsidRPr="005F36F0" w:rsidRDefault="00C93B79" w:rsidP="00577B7F">
    <w:pPr>
      <w:pStyle w:val="Intestazione"/>
      <w:jc w:val="center"/>
      <w:rPr>
        <w:rFonts w:ascii="Calibri" w:hAnsi="Calibri"/>
        <w:sz w:val="8"/>
        <w:szCs w:val="8"/>
      </w:rPr>
    </w:pPr>
  </w:p>
  <w:p w14:paraId="3223D714" w14:textId="77777777" w:rsidR="00C93B79" w:rsidRPr="00636794" w:rsidRDefault="00C93B79" w:rsidP="00577B7F">
    <w:pPr>
      <w:pStyle w:val="Intestazione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Coordinamento Regionale Educazione Fisica e Sportiva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B407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302986"/>
    <w:multiLevelType w:val="hybridMultilevel"/>
    <w:tmpl w:val="B896C502"/>
    <w:lvl w:ilvl="0" w:tplc="A790DB5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4F058F"/>
    <w:multiLevelType w:val="hybridMultilevel"/>
    <w:tmpl w:val="266ED646"/>
    <w:lvl w:ilvl="0" w:tplc="14E266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D40E45"/>
    <w:multiLevelType w:val="hybridMultilevel"/>
    <w:tmpl w:val="825A45A2"/>
    <w:lvl w:ilvl="0" w:tplc="6076254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C7"/>
    <w:rsid w:val="0000165C"/>
    <w:rsid w:val="000055E6"/>
    <w:rsid w:val="00012DB0"/>
    <w:rsid w:val="0002027C"/>
    <w:rsid w:val="00030DA3"/>
    <w:rsid w:val="00037779"/>
    <w:rsid w:val="00051C4A"/>
    <w:rsid w:val="000531EE"/>
    <w:rsid w:val="0006342F"/>
    <w:rsid w:val="000762BF"/>
    <w:rsid w:val="00090367"/>
    <w:rsid w:val="000C2557"/>
    <w:rsid w:val="000C3FE1"/>
    <w:rsid w:val="00125D5A"/>
    <w:rsid w:val="0013009E"/>
    <w:rsid w:val="001576B9"/>
    <w:rsid w:val="0016773E"/>
    <w:rsid w:val="00176977"/>
    <w:rsid w:val="00197DB1"/>
    <w:rsid w:val="001A3119"/>
    <w:rsid w:val="001B2F7A"/>
    <w:rsid w:val="001D3DEC"/>
    <w:rsid w:val="001F6174"/>
    <w:rsid w:val="002059CC"/>
    <w:rsid w:val="00207B79"/>
    <w:rsid w:val="00215EFE"/>
    <w:rsid w:val="00234C98"/>
    <w:rsid w:val="00234D2C"/>
    <w:rsid w:val="0023569A"/>
    <w:rsid w:val="0027056F"/>
    <w:rsid w:val="00284E3D"/>
    <w:rsid w:val="00290FFD"/>
    <w:rsid w:val="0029134F"/>
    <w:rsid w:val="00294433"/>
    <w:rsid w:val="002A04E4"/>
    <w:rsid w:val="002A39A5"/>
    <w:rsid w:val="002C32FC"/>
    <w:rsid w:val="002D3692"/>
    <w:rsid w:val="002D4487"/>
    <w:rsid w:val="002D4F27"/>
    <w:rsid w:val="002D607A"/>
    <w:rsid w:val="002E7D9F"/>
    <w:rsid w:val="003022D5"/>
    <w:rsid w:val="0032561A"/>
    <w:rsid w:val="00331AC4"/>
    <w:rsid w:val="00334C4E"/>
    <w:rsid w:val="00344FA9"/>
    <w:rsid w:val="00354C3D"/>
    <w:rsid w:val="0035766E"/>
    <w:rsid w:val="00362399"/>
    <w:rsid w:val="003771F9"/>
    <w:rsid w:val="003774CC"/>
    <w:rsid w:val="00391146"/>
    <w:rsid w:val="00392DD0"/>
    <w:rsid w:val="003E1A48"/>
    <w:rsid w:val="004064DE"/>
    <w:rsid w:val="004731D8"/>
    <w:rsid w:val="004912ED"/>
    <w:rsid w:val="004C783D"/>
    <w:rsid w:val="004D31CA"/>
    <w:rsid w:val="004D39A0"/>
    <w:rsid w:val="004E2E63"/>
    <w:rsid w:val="004E4CCC"/>
    <w:rsid w:val="004F3A53"/>
    <w:rsid w:val="004F7556"/>
    <w:rsid w:val="00503A7C"/>
    <w:rsid w:val="00533DD4"/>
    <w:rsid w:val="00541A74"/>
    <w:rsid w:val="00544BEC"/>
    <w:rsid w:val="00556291"/>
    <w:rsid w:val="005736C2"/>
    <w:rsid w:val="0057551F"/>
    <w:rsid w:val="00577B7F"/>
    <w:rsid w:val="00592BC7"/>
    <w:rsid w:val="005A2BC8"/>
    <w:rsid w:val="005D124F"/>
    <w:rsid w:val="005D5549"/>
    <w:rsid w:val="005F36F0"/>
    <w:rsid w:val="00601DFF"/>
    <w:rsid w:val="00604A33"/>
    <w:rsid w:val="006212A1"/>
    <w:rsid w:val="00636794"/>
    <w:rsid w:val="0064006F"/>
    <w:rsid w:val="006A3D87"/>
    <w:rsid w:val="006D6CE1"/>
    <w:rsid w:val="006F3476"/>
    <w:rsid w:val="00710C2D"/>
    <w:rsid w:val="00711DAA"/>
    <w:rsid w:val="00715F33"/>
    <w:rsid w:val="00722175"/>
    <w:rsid w:val="00751310"/>
    <w:rsid w:val="00753630"/>
    <w:rsid w:val="007732B2"/>
    <w:rsid w:val="007A454B"/>
    <w:rsid w:val="007D474B"/>
    <w:rsid w:val="007E1CCB"/>
    <w:rsid w:val="007F0575"/>
    <w:rsid w:val="007F462D"/>
    <w:rsid w:val="00801F04"/>
    <w:rsid w:val="008049FF"/>
    <w:rsid w:val="00813EAF"/>
    <w:rsid w:val="00817C56"/>
    <w:rsid w:val="0083714A"/>
    <w:rsid w:val="00843E55"/>
    <w:rsid w:val="00870442"/>
    <w:rsid w:val="0088752F"/>
    <w:rsid w:val="00892DE5"/>
    <w:rsid w:val="008B5F0F"/>
    <w:rsid w:val="008C5640"/>
    <w:rsid w:val="008C5B9F"/>
    <w:rsid w:val="008D2572"/>
    <w:rsid w:val="008F2219"/>
    <w:rsid w:val="00926485"/>
    <w:rsid w:val="00927726"/>
    <w:rsid w:val="009523E9"/>
    <w:rsid w:val="009534DE"/>
    <w:rsid w:val="00975C42"/>
    <w:rsid w:val="009A0293"/>
    <w:rsid w:val="00A22023"/>
    <w:rsid w:val="00A5114C"/>
    <w:rsid w:val="00A5364E"/>
    <w:rsid w:val="00A55C75"/>
    <w:rsid w:val="00A717A7"/>
    <w:rsid w:val="00A73530"/>
    <w:rsid w:val="00A776DD"/>
    <w:rsid w:val="00A967DC"/>
    <w:rsid w:val="00AA7B93"/>
    <w:rsid w:val="00AB6435"/>
    <w:rsid w:val="00AC602A"/>
    <w:rsid w:val="00AD2822"/>
    <w:rsid w:val="00AD5795"/>
    <w:rsid w:val="00AE4B06"/>
    <w:rsid w:val="00B01284"/>
    <w:rsid w:val="00B23E8E"/>
    <w:rsid w:val="00B430AD"/>
    <w:rsid w:val="00B57FCA"/>
    <w:rsid w:val="00B80409"/>
    <w:rsid w:val="00BB3022"/>
    <w:rsid w:val="00BC18FC"/>
    <w:rsid w:val="00BF3E16"/>
    <w:rsid w:val="00C21DC0"/>
    <w:rsid w:val="00C31044"/>
    <w:rsid w:val="00C3107B"/>
    <w:rsid w:val="00C621C2"/>
    <w:rsid w:val="00C678A6"/>
    <w:rsid w:val="00C93B79"/>
    <w:rsid w:val="00CC245F"/>
    <w:rsid w:val="00CD1108"/>
    <w:rsid w:val="00CD7FC0"/>
    <w:rsid w:val="00CE260D"/>
    <w:rsid w:val="00CE3774"/>
    <w:rsid w:val="00CF16D9"/>
    <w:rsid w:val="00D14111"/>
    <w:rsid w:val="00D200AE"/>
    <w:rsid w:val="00D229B5"/>
    <w:rsid w:val="00D4232B"/>
    <w:rsid w:val="00D43C48"/>
    <w:rsid w:val="00D5513E"/>
    <w:rsid w:val="00D618FD"/>
    <w:rsid w:val="00D65E8B"/>
    <w:rsid w:val="00D86F42"/>
    <w:rsid w:val="00D91513"/>
    <w:rsid w:val="00D97DC4"/>
    <w:rsid w:val="00DA1621"/>
    <w:rsid w:val="00DC4B14"/>
    <w:rsid w:val="00DD11C8"/>
    <w:rsid w:val="00DE72F8"/>
    <w:rsid w:val="00DF268C"/>
    <w:rsid w:val="00DF52FA"/>
    <w:rsid w:val="00E00334"/>
    <w:rsid w:val="00E21C1E"/>
    <w:rsid w:val="00E2207D"/>
    <w:rsid w:val="00E36DB4"/>
    <w:rsid w:val="00E71704"/>
    <w:rsid w:val="00E95ECB"/>
    <w:rsid w:val="00EC025A"/>
    <w:rsid w:val="00F14A5E"/>
    <w:rsid w:val="00F31E65"/>
    <w:rsid w:val="00F529C5"/>
    <w:rsid w:val="00F55181"/>
    <w:rsid w:val="00F61A01"/>
    <w:rsid w:val="00F77585"/>
    <w:rsid w:val="00FB31BD"/>
    <w:rsid w:val="00FD6EB1"/>
    <w:rsid w:val="00FE60CD"/>
    <w:rsid w:val="00FF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E10D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</w:style>
  <w:style w:type="paragraph" w:styleId="Titolo2">
    <w:name w:val="heading 2"/>
    <w:basedOn w:val="Normale"/>
    <w:next w:val="Normale"/>
    <w:qFormat/>
    <w:pPr>
      <w:keepNext/>
      <w:ind w:left="708"/>
      <w:jc w:val="both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i/>
      <w:iCs/>
    </w:rPr>
  </w:style>
  <w:style w:type="paragraph" w:styleId="Titolo4">
    <w:name w:val="heading 4"/>
    <w:basedOn w:val="Normale"/>
    <w:next w:val="Normale"/>
    <w:qFormat/>
    <w:rsid w:val="00823F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23F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823F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708" w:firstLine="708"/>
      <w:jc w:val="center"/>
    </w:pPr>
    <w:rPr>
      <w:b/>
      <w:bCs/>
      <w:i/>
      <w:iCs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rsid w:val="00823FA5"/>
    <w:pPr>
      <w:keepNext/>
      <w:ind w:firstLine="567"/>
      <w:jc w:val="both"/>
    </w:pPr>
  </w:style>
  <w:style w:type="paragraph" w:styleId="Testonormale">
    <w:name w:val="Plain Text"/>
    <w:basedOn w:val="Normale"/>
    <w:rsid w:val="00823FA5"/>
    <w:rPr>
      <w:rFonts w:ascii="Courier New" w:hAnsi="Courier New" w:cs="Courier New"/>
      <w:sz w:val="20"/>
      <w:szCs w:val="20"/>
    </w:rPr>
  </w:style>
  <w:style w:type="paragraph" w:styleId="Mappadocumento">
    <w:name w:val="Document Map"/>
    <w:basedOn w:val="Normale"/>
    <w:semiHidden/>
    <w:rsid w:val="002059C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link w:val="TestofumettoCarattere"/>
    <w:rsid w:val="0092648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rsid w:val="00926485"/>
    <w:rPr>
      <w:rFonts w:ascii="Lucida Grande" w:hAnsi="Lucida Grande" w:cs="Lucida Grande"/>
      <w:sz w:val="18"/>
      <w:szCs w:val="18"/>
    </w:rPr>
  </w:style>
  <w:style w:type="character" w:styleId="Enfasigrassetto">
    <w:name w:val="Strong"/>
    <w:basedOn w:val="Carpredefinitoparagrafo"/>
    <w:qFormat/>
    <w:rsid w:val="00D14111"/>
    <w:rPr>
      <w:b/>
      <w:bCs/>
    </w:rPr>
  </w:style>
  <w:style w:type="paragraph" w:styleId="Corpotesto">
    <w:name w:val="Body Text"/>
    <w:basedOn w:val="Normale"/>
    <w:link w:val="CorpotestoCarattere"/>
    <w:rsid w:val="00AD2822"/>
    <w:pPr>
      <w:widowControl w:val="0"/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AD2822"/>
  </w:style>
  <w:style w:type="table" w:styleId="Grigliatabella">
    <w:name w:val="Table Grid"/>
    <w:basedOn w:val="Tabellanormale"/>
    <w:rsid w:val="00E717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</w:style>
  <w:style w:type="paragraph" w:styleId="Titolo2">
    <w:name w:val="heading 2"/>
    <w:basedOn w:val="Normale"/>
    <w:next w:val="Normale"/>
    <w:qFormat/>
    <w:pPr>
      <w:keepNext/>
      <w:ind w:left="708"/>
      <w:jc w:val="both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i/>
      <w:iCs/>
    </w:rPr>
  </w:style>
  <w:style w:type="paragraph" w:styleId="Titolo4">
    <w:name w:val="heading 4"/>
    <w:basedOn w:val="Normale"/>
    <w:next w:val="Normale"/>
    <w:qFormat/>
    <w:rsid w:val="00823F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23F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823F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708" w:firstLine="708"/>
      <w:jc w:val="center"/>
    </w:pPr>
    <w:rPr>
      <w:b/>
      <w:bCs/>
      <w:i/>
      <w:iCs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rsid w:val="00823FA5"/>
    <w:pPr>
      <w:keepNext/>
      <w:ind w:firstLine="567"/>
      <w:jc w:val="both"/>
    </w:pPr>
  </w:style>
  <w:style w:type="paragraph" w:styleId="Testonormale">
    <w:name w:val="Plain Text"/>
    <w:basedOn w:val="Normale"/>
    <w:rsid w:val="00823FA5"/>
    <w:rPr>
      <w:rFonts w:ascii="Courier New" w:hAnsi="Courier New" w:cs="Courier New"/>
      <w:sz w:val="20"/>
      <w:szCs w:val="20"/>
    </w:rPr>
  </w:style>
  <w:style w:type="paragraph" w:styleId="Mappadocumento">
    <w:name w:val="Document Map"/>
    <w:basedOn w:val="Normale"/>
    <w:semiHidden/>
    <w:rsid w:val="002059C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link w:val="TestofumettoCarattere"/>
    <w:rsid w:val="0092648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rsid w:val="00926485"/>
    <w:rPr>
      <w:rFonts w:ascii="Lucida Grande" w:hAnsi="Lucida Grande" w:cs="Lucida Grande"/>
      <w:sz w:val="18"/>
      <w:szCs w:val="18"/>
    </w:rPr>
  </w:style>
  <w:style w:type="character" w:styleId="Enfasigrassetto">
    <w:name w:val="Strong"/>
    <w:basedOn w:val="Carpredefinitoparagrafo"/>
    <w:qFormat/>
    <w:rsid w:val="00D14111"/>
    <w:rPr>
      <w:b/>
      <w:bCs/>
    </w:rPr>
  </w:style>
  <w:style w:type="paragraph" w:styleId="Corpotesto">
    <w:name w:val="Body Text"/>
    <w:basedOn w:val="Normale"/>
    <w:link w:val="CorpotestoCarattere"/>
    <w:rsid w:val="00AD2822"/>
    <w:pPr>
      <w:widowControl w:val="0"/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AD2822"/>
  </w:style>
  <w:style w:type="table" w:styleId="Grigliatabella">
    <w:name w:val="Table Grid"/>
    <w:basedOn w:val="Tabellanormale"/>
    <w:rsid w:val="00E717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oretta.luppi\Dati%20applicazioni\Microsoft\Modelli\Logo%20USRdefinitiv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 USRdefinitivo.dot</Template>
  <TotalTime>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Regione Emilia-Romagna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loretta.luppi</dc:creator>
  <cp:lastModifiedBy>Administrator</cp:lastModifiedBy>
  <cp:revision>5</cp:revision>
  <cp:lastPrinted>2016-04-07T06:42:00Z</cp:lastPrinted>
  <dcterms:created xsi:type="dcterms:W3CDTF">2016-04-07T06:38:00Z</dcterms:created>
  <dcterms:modified xsi:type="dcterms:W3CDTF">2016-04-07T06:43:00Z</dcterms:modified>
</cp:coreProperties>
</file>